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D295E64" w14:textId="00CB28E9" w:rsidR="00A411E5" w:rsidRPr="00A411E5" w:rsidRDefault="008B1A2C" w:rsidP="00A411E5">
      <w:pPr>
        <w:jc w:val="both"/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657AF9">
        <w:rPr>
          <w:b/>
          <w:color w:val="FF5200" w:themeColor="accent2"/>
          <w:sz w:val="36"/>
          <w:szCs w:val="36"/>
        </w:rPr>
        <w:t>list nabídky</w:t>
      </w:r>
      <w:r w:rsidR="0031280B" w:rsidRPr="00657AF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B86AEF" w:rsidRPr="00B86AEF">
        <w:rPr>
          <w:b/>
          <w:color w:val="FF5200" w:themeColor="accent2"/>
          <w:sz w:val="36"/>
          <w:szCs w:val="36"/>
        </w:rPr>
        <w:t>Dodání ručního mobilního skeneru</w:t>
      </w:r>
      <w:r w:rsidR="0031280B" w:rsidRPr="00657AF9">
        <w:rPr>
          <w:b/>
          <w:color w:val="FF5200" w:themeColor="accent2"/>
          <w:sz w:val="36"/>
          <w:szCs w:val="36"/>
        </w:rPr>
        <w:t>“</w:t>
      </w:r>
      <w:r w:rsidR="000128D4" w:rsidRPr="00657AF9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657A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657A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761833" w:rsidRPr="00761833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22230/2023-SŽ-OŘ BNO-NPI</w:t>
      </w:r>
      <w:bookmarkStart w:id="0" w:name="_GoBack"/>
      <w:bookmarkEnd w:id="0"/>
    </w:p>
    <w:p w14:paraId="523FE11F" w14:textId="420ECF09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</w:p>
    <w:p w14:paraId="1F5371F8" w14:textId="77777777" w:rsidR="00D95AEB" w:rsidRPr="00B87D91" w:rsidRDefault="00D95AE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5A3B06B" w14:textId="6F89F12F" w:rsidR="00D95AEB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0678281" w:history="1">
            <w:r w:rsidR="00D95AEB" w:rsidRPr="00BE7660">
              <w:rPr>
                <w:rStyle w:val="Hypertextovodkaz"/>
                <w:noProof/>
              </w:rPr>
              <w:t>Kapitola 1.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Základní údaje k nabídce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_Toc140678281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2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53B3F8C6" w14:textId="75561306" w:rsidR="00D95AEB" w:rsidRDefault="007618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2" w:history="1">
            <w:r w:rsidR="00D95AEB" w:rsidRPr="00BE7660">
              <w:rPr>
                <w:rStyle w:val="Hypertextovodkaz"/>
                <w:noProof/>
              </w:rPr>
              <w:t>Kapitola 2.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o splnění základní způsobilosti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_Toc140678282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3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3A5BA018" w14:textId="6351AF46" w:rsidR="00D95AEB" w:rsidRDefault="007618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3" w:history="1">
            <w:r w:rsidR="00D95AEB" w:rsidRPr="00BE7660">
              <w:rPr>
                <w:rStyle w:val="Hypertextovodkaz"/>
                <w:noProof/>
              </w:rPr>
              <w:t>Kapitola 3.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účastníka o střetu zájmů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_Toc140678283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4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68197C3A" w14:textId="19E7385B" w:rsidR="00D95AEB" w:rsidRDefault="007618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4" w:history="1">
            <w:r w:rsidR="00D95AEB" w:rsidRPr="00BE7660">
              <w:rPr>
                <w:rStyle w:val="Hypertextovodkaz"/>
                <w:noProof/>
              </w:rPr>
              <w:t>Kapitola 4.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účastníka k neuzavření zakázaných dohod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_Toc140678284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5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34BFB029" w14:textId="2AAAA509" w:rsidR="00D95AEB" w:rsidRDefault="0076183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5" w:history="1">
            <w:r w:rsidR="00D95AEB" w:rsidRPr="00BE7660">
              <w:rPr>
                <w:rStyle w:val="Hypertextovodkaz"/>
                <w:rFonts w:eastAsia="Times New Roman"/>
                <w:noProof/>
              </w:rPr>
              <w:t>Kapitola 5.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</w:t>
            </w:r>
            <w:r w:rsidR="00D95AEB" w:rsidRPr="00BE766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95AEB">
              <w:rPr>
                <w:rStyle w:val="Hypertextovodkaz"/>
                <w:rFonts w:eastAsia="Times New Roman"/>
                <w:noProof/>
              </w:rPr>
              <w:t>…………………..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_Toc140678285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D95AEB">
              <w:rPr>
                <w:noProof/>
                <w:webHidden/>
              </w:rPr>
              <w:t>6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218BAFDF" w14:textId="6DC2CF9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067828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14BA007" w:rsidR="00A93A74" w:rsidRDefault="00A93A74" w:rsidP="00955505">
      <w:pPr>
        <w:spacing w:before="360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57AF9">
        <w:t xml:space="preserve">jako </w:t>
      </w:r>
      <w:r w:rsidR="000128D4" w:rsidRPr="00657AF9">
        <w:rPr>
          <w:rFonts w:eastAsia="Times New Roman" w:cs="Times New Roman"/>
          <w:lang w:eastAsia="cs-CZ"/>
        </w:rPr>
        <w:t>podlimitní sektorovou veřejnou zakázku</w:t>
      </w:r>
      <w:r w:rsidRPr="00657AF9">
        <w:t>, jsou pravdivé</w:t>
      </w:r>
      <w:r w:rsidR="009771C9" w:rsidRPr="00657AF9">
        <w:t>, úplné a odpovídají skutečnosti</w:t>
      </w:r>
      <w:r w:rsidRPr="00657AF9">
        <w:t>. Účastník si je</w:t>
      </w:r>
      <w:r>
        <w:t xml:space="preserve">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9A389A1" w14:textId="77777777" w:rsidR="00D95AEB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D95AEB">
        <w:t>:</w:t>
      </w:r>
    </w:p>
    <w:p w14:paraId="4DC8BD60" w14:textId="2998E55A" w:rsidR="008B1A2C" w:rsidRDefault="00FC5583" w:rsidP="008B1A2C">
      <w:r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6183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6183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0678282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067828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D95AEB">
        <w:rPr>
          <w:rFonts w:eastAsia="Times New Roman" w:cs="Times New Roman"/>
          <w:lang w:eastAsia="cs-CZ"/>
        </w:rPr>
        <w:t xml:space="preserve">tuto </w:t>
      </w:r>
      <w:r w:rsidR="00A327CB" w:rsidRPr="00D95AEB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067828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067828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41D3AFC8" w:rsidR="000B5E1C" w:rsidRDefault="000B5E1C">
      <w:pPr>
        <w:rPr>
          <w:rFonts w:eastAsia="Times New Roman" w:cs="Times New Roman"/>
          <w:lang w:eastAsia="cs-CZ"/>
        </w:rPr>
      </w:pP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47B441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8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18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61F1D4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3CBDA5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DF354E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18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18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6850FE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6350DA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2F300D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F1A269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62DE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245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8191A"/>
    <w:rsid w:val="003956C6"/>
    <w:rsid w:val="003B596F"/>
    <w:rsid w:val="003C4C67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5B3F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57AF9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1833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5550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411E5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6AEF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13367"/>
    <w:rsid w:val="00D21061"/>
    <w:rsid w:val="00D4108E"/>
    <w:rsid w:val="00D6163D"/>
    <w:rsid w:val="00D73D46"/>
    <w:rsid w:val="00D831A3"/>
    <w:rsid w:val="00D95AEB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15BAD5-3F33-4329-950E-5B16A12D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6</Pages>
  <Words>1021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Maršíková Iva</cp:lastModifiedBy>
  <cp:revision>16</cp:revision>
  <cp:lastPrinted>2017-11-28T17:18:00Z</cp:lastPrinted>
  <dcterms:created xsi:type="dcterms:W3CDTF">2023-07-19T14:38:00Z</dcterms:created>
  <dcterms:modified xsi:type="dcterms:W3CDTF">2023-09-19T09:46:00Z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